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9D55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5560">
        <w:rPr>
          <w:rFonts w:ascii="Corbel" w:hAnsi="Corbel"/>
          <w:b/>
          <w:bCs/>
        </w:rPr>
        <w:t xml:space="preserve">   </w:t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D8678B" w:rsidRPr="009D5560">
        <w:rPr>
          <w:rFonts w:ascii="Corbel" w:hAnsi="Corbel"/>
          <w:bCs/>
          <w:i/>
        </w:rPr>
        <w:t xml:space="preserve">Załącznik nr </w:t>
      </w:r>
      <w:r w:rsidR="006F31E2" w:rsidRPr="009D5560">
        <w:rPr>
          <w:rFonts w:ascii="Corbel" w:hAnsi="Corbel"/>
          <w:bCs/>
          <w:i/>
        </w:rPr>
        <w:t>1.5</w:t>
      </w:r>
      <w:r w:rsidR="00D8678B" w:rsidRPr="009D5560">
        <w:rPr>
          <w:rFonts w:ascii="Corbel" w:hAnsi="Corbel"/>
          <w:bCs/>
          <w:i/>
        </w:rPr>
        <w:t xml:space="preserve"> do Zarządzenia</w:t>
      </w:r>
      <w:r w:rsidR="002A22BF" w:rsidRPr="009D5560">
        <w:rPr>
          <w:rFonts w:ascii="Corbel" w:hAnsi="Corbel"/>
          <w:bCs/>
          <w:i/>
        </w:rPr>
        <w:t xml:space="preserve"> Rektora UR </w:t>
      </w:r>
      <w:r w:rsidR="00CD6897" w:rsidRPr="009D5560">
        <w:rPr>
          <w:rFonts w:ascii="Corbel" w:hAnsi="Corbel"/>
          <w:bCs/>
          <w:i/>
        </w:rPr>
        <w:t xml:space="preserve"> nr </w:t>
      </w:r>
      <w:r w:rsidR="00F17567" w:rsidRPr="009D5560">
        <w:rPr>
          <w:rFonts w:ascii="Corbel" w:hAnsi="Corbel"/>
          <w:bCs/>
          <w:i/>
        </w:rPr>
        <w:t>12/2019</w:t>
      </w:r>
    </w:p>
    <w:p w14:paraId="7D9B7CC9" w14:textId="77777777" w:rsidR="0085747A" w:rsidRPr="009D55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5560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636B7DD9" w:rsidR="0085747A" w:rsidRPr="009D55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55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D5560">
        <w:rPr>
          <w:rFonts w:ascii="Corbel" w:hAnsi="Corbel"/>
          <w:b/>
          <w:smallCaps/>
          <w:sz w:val="24"/>
          <w:szCs w:val="24"/>
        </w:rPr>
        <w:t xml:space="preserve"> </w:t>
      </w:r>
      <w:r w:rsidR="00C72A1E" w:rsidRPr="009D5560">
        <w:rPr>
          <w:rFonts w:ascii="Corbel" w:hAnsi="Corbel"/>
          <w:i/>
          <w:smallCaps/>
          <w:sz w:val="24"/>
          <w:szCs w:val="24"/>
        </w:rPr>
        <w:t>20</w:t>
      </w:r>
      <w:r w:rsidR="008D1211">
        <w:rPr>
          <w:rFonts w:ascii="Corbel" w:hAnsi="Corbel"/>
          <w:i/>
          <w:smallCaps/>
          <w:sz w:val="24"/>
          <w:szCs w:val="24"/>
        </w:rPr>
        <w:t>19</w:t>
      </w:r>
      <w:r w:rsidR="00C72A1E" w:rsidRPr="009D5560">
        <w:rPr>
          <w:rFonts w:ascii="Corbel" w:hAnsi="Corbel"/>
          <w:i/>
          <w:smallCaps/>
          <w:sz w:val="24"/>
          <w:szCs w:val="24"/>
        </w:rPr>
        <w:t>-202</w:t>
      </w:r>
      <w:r w:rsidR="008D1211">
        <w:rPr>
          <w:rFonts w:ascii="Corbel" w:hAnsi="Corbel"/>
          <w:i/>
          <w:smallCaps/>
          <w:sz w:val="24"/>
          <w:szCs w:val="24"/>
        </w:rPr>
        <w:t>1</w:t>
      </w:r>
    </w:p>
    <w:p w14:paraId="4D4AA36B" w14:textId="77777777" w:rsidR="0085747A" w:rsidRPr="009D556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D5560">
        <w:rPr>
          <w:rFonts w:ascii="Corbel" w:hAnsi="Corbel"/>
          <w:i/>
          <w:sz w:val="20"/>
          <w:szCs w:val="20"/>
        </w:rPr>
        <w:t>(skrajne daty</w:t>
      </w:r>
      <w:r w:rsidR="0085747A" w:rsidRPr="009D5560">
        <w:rPr>
          <w:rFonts w:ascii="Corbel" w:hAnsi="Corbel"/>
          <w:sz w:val="20"/>
          <w:szCs w:val="20"/>
        </w:rPr>
        <w:t>)</w:t>
      </w:r>
    </w:p>
    <w:p w14:paraId="436C160A" w14:textId="2002E4CD" w:rsidR="00445970" w:rsidRPr="009D556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sz w:val="20"/>
          <w:szCs w:val="20"/>
        </w:rPr>
        <w:tab/>
      </w:r>
      <w:r w:rsidRPr="009D5560">
        <w:rPr>
          <w:rFonts w:ascii="Corbel" w:hAnsi="Corbel"/>
          <w:sz w:val="20"/>
          <w:szCs w:val="20"/>
        </w:rPr>
        <w:tab/>
      </w:r>
      <w:r w:rsidRPr="009D5560">
        <w:rPr>
          <w:rFonts w:ascii="Corbel" w:hAnsi="Corbel"/>
          <w:sz w:val="20"/>
          <w:szCs w:val="20"/>
        </w:rPr>
        <w:tab/>
      </w:r>
      <w:r w:rsidRPr="009D5560">
        <w:rPr>
          <w:rFonts w:ascii="Corbel" w:hAnsi="Corbel"/>
          <w:sz w:val="20"/>
          <w:szCs w:val="20"/>
        </w:rPr>
        <w:tab/>
        <w:t xml:space="preserve">Rok akademicki   </w:t>
      </w:r>
      <w:r w:rsidR="00C72A1E" w:rsidRPr="009D5560">
        <w:rPr>
          <w:rFonts w:ascii="Corbel" w:hAnsi="Corbel"/>
          <w:sz w:val="20"/>
          <w:szCs w:val="20"/>
        </w:rPr>
        <w:t>202</w:t>
      </w:r>
      <w:r w:rsidR="008D1211">
        <w:rPr>
          <w:rFonts w:ascii="Corbel" w:hAnsi="Corbel"/>
          <w:sz w:val="20"/>
          <w:szCs w:val="20"/>
        </w:rPr>
        <w:t>0</w:t>
      </w:r>
      <w:r w:rsidR="00C72A1E" w:rsidRPr="009D5560">
        <w:rPr>
          <w:rFonts w:ascii="Corbel" w:hAnsi="Corbel"/>
          <w:sz w:val="20"/>
          <w:szCs w:val="20"/>
        </w:rPr>
        <w:t>/202</w:t>
      </w:r>
      <w:r w:rsidR="008D1211">
        <w:rPr>
          <w:rFonts w:ascii="Corbel" w:hAnsi="Corbel"/>
          <w:sz w:val="20"/>
          <w:szCs w:val="20"/>
        </w:rPr>
        <w:t>1</w:t>
      </w:r>
    </w:p>
    <w:p w14:paraId="24965321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5560">
        <w:rPr>
          <w:rFonts w:ascii="Corbel" w:hAnsi="Corbel"/>
          <w:szCs w:val="24"/>
        </w:rPr>
        <w:t xml:space="preserve">1. </w:t>
      </w:r>
      <w:r w:rsidR="0085747A" w:rsidRPr="009D5560">
        <w:rPr>
          <w:rFonts w:ascii="Corbel" w:hAnsi="Corbel"/>
          <w:szCs w:val="24"/>
        </w:rPr>
        <w:t xml:space="preserve">Podstawowe </w:t>
      </w:r>
      <w:r w:rsidR="00445970" w:rsidRPr="009D556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5560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50626551" w:rsidR="0085747A" w:rsidRPr="009D5560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9D5560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0E120EB6" w:rsidR="0085747A" w:rsidRPr="009D5560" w:rsidRDefault="001369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C21BB1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S[3]F_</w:t>
            </w:r>
            <w:r w:rsidR="009D5560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10</w:t>
            </w:r>
          </w:p>
        </w:tc>
      </w:tr>
      <w:tr w:rsidR="0085747A" w:rsidRPr="009D5560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D556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D556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D5560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D5560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D5560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D556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D5560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D5560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265D725B" w:rsidR="0085747A" w:rsidRPr="009D5560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D5560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D5560">
              <w:rPr>
                <w:rFonts w:ascii="Corbel" w:hAnsi="Corbel"/>
                <w:sz w:val="24"/>
                <w:szCs w:val="24"/>
              </w:rPr>
              <w:t>/y</w:t>
            </w:r>
            <w:r w:rsidRPr="009D55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30C7B21E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Rok2, semestr I</w:t>
            </w:r>
            <w:r w:rsidR="00317E4E" w:rsidRPr="009D556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D5560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D5560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D556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D5560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D5560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D55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* </w:t>
      </w:r>
      <w:r w:rsidRPr="009D5560">
        <w:rPr>
          <w:rFonts w:ascii="Corbel" w:hAnsi="Corbel"/>
          <w:i/>
          <w:sz w:val="24"/>
          <w:szCs w:val="24"/>
        </w:rPr>
        <w:t>-</w:t>
      </w:r>
      <w:r w:rsidR="00B90885" w:rsidRPr="009D55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5560">
        <w:rPr>
          <w:rFonts w:ascii="Corbel" w:hAnsi="Corbel"/>
          <w:b w:val="0"/>
          <w:sz w:val="24"/>
          <w:szCs w:val="24"/>
        </w:rPr>
        <w:t>e,</w:t>
      </w:r>
      <w:r w:rsidRPr="009D5560">
        <w:rPr>
          <w:rFonts w:ascii="Corbel" w:hAnsi="Corbel"/>
          <w:i/>
          <w:sz w:val="24"/>
          <w:szCs w:val="24"/>
        </w:rPr>
        <w:t xml:space="preserve"> </w:t>
      </w:r>
      <w:r w:rsidRPr="009D55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5560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D55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1.</w:t>
      </w:r>
      <w:r w:rsidR="00E22FBC" w:rsidRPr="009D5560">
        <w:rPr>
          <w:rFonts w:ascii="Corbel" w:hAnsi="Corbel"/>
          <w:sz w:val="24"/>
          <w:szCs w:val="24"/>
        </w:rPr>
        <w:t>1</w:t>
      </w:r>
      <w:r w:rsidRPr="009D55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5560" w14:paraId="6BE21B96" w14:textId="77777777" w:rsidTr="009D55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D55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(</w:t>
            </w:r>
            <w:r w:rsidR="00363F78" w:rsidRPr="009D55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Wykł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Konw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Sem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Prakt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5560">
              <w:rPr>
                <w:rFonts w:ascii="Corbel" w:hAnsi="Corbel"/>
                <w:b/>
                <w:szCs w:val="24"/>
              </w:rPr>
              <w:t>Liczba pkt</w:t>
            </w:r>
            <w:r w:rsidR="00B90885" w:rsidRPr="009D5560">
              <w:rPr>
                <w:rFonts w:ascii="Corbel" w:hAnsi="Corbel"/>
                <w:b/>
                <w:szCs w:val="24"/>
              </w:rPr>
              <w:t>.</w:t>
            </w:r>
            <w:r w:rsidRPr="009D55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5560" w14:paraId="37CC12F0" w14:textId="77777777" w:rsidTr="009D55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7609585A" w:rsidR="00015B8F" w:rsidRPr="009D5560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</w:t>
            </w:r>
            <w:r w:rsidR="00317E4E" w:rsidRPr="009D556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04B8EFEE" w:rsidR="00015B8F" w:rsidRPr="009D5560" w:rsidRDefault="00D463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0E1E00DD" w:rsidR="00015B8F" w:rsidRPr="009D5560" w:rsidRDefault="00CE7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D55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D55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D55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1.</w:t>
      </w:r>
      <w:r w:rsidR="00E22FBC" w:rsidRPr="009D5560">
        <w:rPr>
          <w:rFonts w:ascii="Corbel" w:hAnsi="Corbel"/>
          <w:smallCaps w:val="0"/>
          <w:szCs w:val="24"/>
        </w:rPr>
        <w:t>2</w:t>
      </w:r>
      <w:r w:rsidR="00F83B28" w:rsidRPr="009D5560">
        <w:rPr>
          <w:rFonts w:ascii="Corbel" w:hAnsi="Corbel"/>
          <w:smallCaps w:val="0"/>
          <w:szCs w:val="24"/>
        </w:rPr>
        <w:t>.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9D5560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9D556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8C415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5560">
        <w:rPr>
          <w:rFonts w:ascii="Segoe UI Symbol" w:eastAsia="MS Gothic" w:hAnsi="Segoe UI Symbol" w:cs="Segoe UI Symbol"/>
          <w:b w:val="0"/>
          <w:szCs w:val="24"/>
        </w:rPr>
        <w:t>☐</w:t>
      </w:r>
      <w:r w:rsidRPr="009D55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3B93B5" w14:textId="77777777" w:rsidR="009D5560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1.3 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>For</w:t>
      </w:r>
      <w:r w:rsidR="00445970" w:rsidRPr="009D5560">
        <w:rPr>
          <w:rFonts w:ascii="Corbel" w:hAnsi="Corbel"/>
          <w:smallCaps w:val="0"/>
          <w:szCs w:val="24"/>
        </w:rPr>
        <w:t xml:space="preserve">ma zaliczenia przedmiotu </w:t>
      </w:r>
      <w:r w:rsidRPr="009D5560">
        <w:rPr>
          <w:rFonts w:ascii="Corbel" w:hAnsi="Corbel"/>
          <w:smallCaps w:val="0"/>
          <w:szCs w:val="24"/>
        </w:rPr>
        <w:t xml:space="preserve"> (z toku) 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259062A4" w14:textId="65CB1D9A" w:rsidR="00E22FBC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zaliczenie z oceną</w:t>
      </w:r>
    </w:p>
    <w:p w14:paraId="39A4B13A" w14:textId="77777777" w:rsidR="00E960BB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077F9DC6" w14:textId="77777777" w:rsidTr="00745302">
        <w:tc>
          <w:tcPr>
            <w:tcW w:w="9670" w:type="dxa"/>
          </w:tcPr>
          <w:p w14:paraId="7E2FC4CD" w14:textId="7E5B0B20" w:rsidR="0085747A" w:rsidRPr="009D5560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Socjologia rodziny</w:t>
            </w:r>
          </w:p>
          <w:p w14:paraId="099DD84C" w14:textId="77777777" w:rsidR="0085747A" w:rsidRPr="009D556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D47751" w14:textId="77777777" w:rsidR="00153C41" w:rsidRPr="009D55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>3.</w:t>
      </w:r>
      <w:r w:rsidR="0085747A" w:rsidRPr="009D5560">
        <w:rPr>
          <w:rFonts w:ascii="Corbel" w:hAnsi="Corbel"/>
          <w:szCs w:val="24"/>
        </w:rPr>
        <w:t xml:space="preserve"> </w:t>
      </w:r>
      <w:r w:rsidR="00A84C85" w:rsidRPr="009D5560">
        <w:rPr>
          <w:rFonts w:ascii="Corbel" w:hAnsi="Corbel"/>
          <w:szCs w:val="24"/>
        </w:rPr>
        <w:t>cele, efekty uczenia się</w:t>
      </w:r>
      <w:r w:rsidR="0085747A" w:rsidRPr="009D5560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9D55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5560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D55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D5560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D5560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E3B01EC" w:rsidR="00832049" w:rsidRPr="009D5560" w:rsidRDefault="00AE539B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9D5560" w14:paraId="08697523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7513EF5D" w14:textId="77777777" w:rsidR="00DF7045" w:rsidRPr="009D5560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C2</w:t>
            </w:r>
          </w:p>
          <w:p w14:paraId="57F915E1" w14:textId="16CFFE78" w:rsidR="00A25A0C" w:rsidRPr="009D5560" w:rsidRDefault="00A25A0C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09C93E58" w14:textId="067BEFE3" w:rsidR="00A25A0C" w:rsidRPr="009D5560" w:rsidRDefault="00753876" w:rsidP="00DF7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C2F10F3" w14:textId="77777777" w:rsidR="001D7B54" w:rsidRPr="009D55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3.2 </w:t>
      </w:r>
      <w:r w:rsidR="001D7B54" w:rsidRPr="009D5560">
        <w:rPr>
          <w:rFonts w:ascii="Corbel" w:hAnsi="Corbel"/>
          <w:b/>
          <w:sz w:val="24"/>
          <w:szCs w:val="24"/>
        </w:rPr>
        <w:t xml:space="preserve">Efekty </w:t>
      </w:r>
      <w:r w:rsidR="00C05F44" w:rsidRPr="009D55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5560">
        <w:rPr>
          <w:rFonts w:ascii="Corbel" w:hAnsi="Corbel"/>
          <w:b/>
          <w:sz w:val="24"/>
          <w:szCs w:val="24"/>
        </w:rPr>
        <w:t>dla przedmiotu</w:t>
      </w:r>
      <w:r w:rsidR="00445970" w:rsidRPr="009D556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D55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9D5560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55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55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D5560" w14:paraId="16A6DAA7" w14:textId="77777777" w:rsidTr="005E6E85">
        <w:tc>
          <w:tcPr>
            <w:tcW w:w="1701" w:type="dxa"/>
          </w:tcPr>
          <w:p w14:paraId="4741B410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2A7961D4" w:rsidR="0085747A" w:rsidRPr="009D5560" w:rsidRDefault="009D5560" w:rsidP="00B27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Posiada wiedz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="00CF0A4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o nowych rozwiązaniach w pracy socjalnej  prawidłowo interpretując różne relacje zachodzące w obszarze pracy socjalnej oraz 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zna standardy pracy socjalnej</w:t>
            </w:r>
          </w:p>
        </w:tc>
        <w:tc>
          <w:tcPr>
            <w:tcW w:w="1873" w:type="dxa"/>
          </w:tcPr>
          <w:p w14:paraId="7372D01D" w14:textId="160DDD68" w:rsidR="0085747A" w:rsidRPr="009D5560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KW_06,KW_07</w:t>
            </w:r>
          </w:p>
        </w:tc>
      </w:tr>
      <w:tr w:rsidR="0085747A" w:rsidRPr="009D5560" w14:paraId="198A82D5" w14:textId="77777777" w:rsidTr="005E6E85">
        <w:tc>
          <w:tcPr>
            <w:tcW w:w="1701" w:type="dxa"/>
          </w:tcPr>
          <w:p w14:paraId="1A1F04B9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6C5CEDC6" w:rsidR="0085747A" w:rsidRPr="009D5560" w:rsidRDefault="009D5560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Zna teorie , st</w:t>
            </w:r>
            <w:r w:rsidR="00E53E73" w:rsidRPr="009D5560">
              <w:rPr>
                <w:rFonts w:ascii="Corbel" w:hAnsi="Corbel"/>
                <w:b w:val="0"/>
                <w:smallCaps w:val="0"/>
                <w:sz w:val="22"/>
              </w:rPr>
              <w:t>rukturę</w:t>
            </w:r>
            <w:r w:rsidR="00CB1E95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i zadania  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odziny  oraz potrafi praw</w:t>
            </w:r>
            <w:r w:rsidR="00671921" w:rsidRPr="009D5560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5F45F30F" w14:textId="5C90A7BE" w:rsidR="0085747A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D5560" w14:paraId="34F445F6" w14:textId="77777777" w:rsidTr="005E6E85">
        <w:tc>
          <w:tcPr>
            <w:tcW w:w="1701" w:type="dxa"/>
          </w:tcPr>
          <w:p w14:paraId="71C9ECEF" w14:textId="7671ED14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9D556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04544B29" w:rsidR="0085747A" w:rsidRPr="009D5560" w:rsidRDefault="00346684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Potrafi wykorzystać  podstawową wiedz</w:t>
            </w:r>
            <w:r w:rsidR="008636A8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36855AAC" w14:textId="4E77F204" w:rsidR="00AA5A60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14:paraId="1A2CC12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D55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>3.3</w:t>
      </w:r>
      <w:r w:rsidR="001D7B54" w:rsidRPr="009D5560">
        <w:rPr>
          <w:rFonts w:ascii="Corbel" w:hAnsi="Corbel"/>
          <w:b/>
          <w:sz w:val="24"/>
          <w:szCs w:val="24"/>
        </w:rPr>
        <w:t xml:space="preserve"> </w:t>
      </w:r>
      <w:r w:rsidR="0085747A" w:rsidRPr="009D5560">
        <w:rPr>
          <w:rFonts w:ascii="Corbel" w:hAnsi="Corbel"/>
          <w:b/>
          <w:sz w:val="24"/>
          <w:szCs w:val="24"/>
        </w:rPr>
        <w:t>T</w:t>
      </w:r>
      <w:r w:rsidR="001D7B54" w:rsidRPr="009D55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5560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D55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F51A8DD" w14:textId="77777777" w:rsidTr="00923D7D">
        <w:tc>
          <w:tcPr>
            <w:tcW w:w="9639" w:type="dxa"/>
          </w:tcPr>
          <w:p w14:paraId="2D820049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5560" w14:paraId="5923760E" w14:textId="77777777" w:rsidTr="00923D7D">
        <w:tc>
          <w:tcPr>
            <w:tcW w:w="9639" w:type="dxa"/>
          </w:tcPr>
          <w:p w14:paraId="2AC816E7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5F73E3C1" w14:textId="77777777" w:rsidTr="00923D7D">
        <w:tc>
          <w:tcPr>
            <w:tcW w:w="9639" w:type="dxa"/>
          </w:tcPr>
          <w:p w14:paraId="4074E4A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0E6BDD8F" w14:textId="77777777" w:rsidTr="00923D7D">
        <w:tc>
          <w:tcPr>
            <w:tcW w:w="9639" w:type="dxa"/>
          </w:tcPr>
          <w:p w14:paraId="7BF5593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D5560">
        <w:rPr>
          <w:rFonts w:ascii="Corbel" w:hAnsi="Corbel"/>
          <w:sz w:val="24"/>
          <w:szCs w:val="24"/>
        </w:rPr>
        <w:t xml:space="preserve">, </w:t>
      </w:r>
      <w:r w:rsidRPr="009D5560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D55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B400DAC" w14:textId="77777777" w:rsidTr="00AF4430">
        <w:tc>
          <w:tcPr>
            <w:tcW w:w="9520" w:type="dxa"/>
          </w:tcPr>
          <w:p w14:paraId="3BE56AD4" w14:textId="77777777" w:rsidR="0085747A" w:rsidRPr="009D55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D5560" w14:paraId="676B23F6" w14:textId="77777777" w:rsidTr="00AF4430">
        <w:tc>
          <w:tcPr>
            <w:tcW w:w="9520" w:type="dxa"/>
          </w:tcPr>
          <w:p w14:paraId="13596457" w14:textId="458CDFC3" w:rsidR="00AF4430" w:rsidRPr="009D5560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9D5560">
              <w:rPr>
                <w:rFonts w:ascii="Corbel" w:hAnsi="Corbel"/>
                <w:sz w:val="24"/>
                <w:szCs w:val="24"/>
              </w:rPr>
              <w:t>.</w:t>
            </w:r>
            <w:r w:rsidR="006C75E5" w:rsidRPr="009D5560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9D5560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9D5560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9D5560" w14:paraId="497CB3CF" w14:textId="77777777" w:rsidTr="00AF4430">
        <w:tc>
          <w:tcPr>
            <w:tcW w:w="9520" w:type="dxa"/>
          </w:tcPr>
          <w:p w14:paraId="144F83B7" w14:textId="00494CB9" w:rsidR="00453E42" w:rsidRPr="009D5560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="00C877C5" w:rsidRPr="009D5560" w14:paraId="4E10B4D4" w14:textId="77777777" w:rsidTr="00D4624A">
        <w:trPr>
          <w:trHeight w:val="915"/>
        </w:trPr>
        <w:tc>
          <w:tcPr>
            <w:tcW w:w="9520" w:type="dxa"/>
          </w:tcPr>
          <w:p w14:paraId="500AEC1B" w14:textId="441AC01D" w:rsidR="00DD1FF5" w:rsidRPr="009D5560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9D5560">
              <w:rPr>
                <w:rFonts w:ascii="Corbel" w:hAnsi="Corbel"/>
                <w:sz w:val="24"/>
                <w:szCs w:val="24"/>
              </w:rPr>
              <w:t>.</w:t>
            </w:r>
            <w:r w:rsidR="004630B7" w:rsidRPr="009D5560">
              <w:rPr>
                <w:rFonts w:ascii="Corbel" w:hAnsi="Corbel"/>
                <w:sz w:val="20"/>
              </w:rPr>
              <w:t xml:space="preserve"> </w:t>
            </w:r>
          </w:p>
        </w:tc>
      </w:tr>
      <w:tr w:rsidR="00D4624A" w:rsidRPr="009D5560" w14:paraId="31B573B1" w14:textId="77777777" w:rsidTr="00DD1FF5">
        <w:trPr>
          <w:trHeight w:val="870"/>
        </w:trPr>
        <w:tc>
          <w:tcPr>
            <w:tcW w:w="9520" w:type="dxa"/>
          </w:tcPr>
          <w:p w14:paraId="43824C93" w14:textId="77777777" w:rsidR="00D4624A" w:rsidRPr="009D5560" w:rsidRDefault="00D4624A" w:rsidP="00D46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  <w:p w14:paraId="6DA01794" w14:textId="77777777" w:rsidR="00D4624A" w:rsidRPr="009D5560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D1FF5" w:rsidRPr="009D5560" w14:paraId="1E0E581C" w14:textId="77777777" w:rsidTr="00AF4430">
        <w:trPr>
          <w:trHeight w:val="705"/>
        </w:trPr>
        <w:tc>
          <w:tcPr>
            <w:tcW w:w="9520" w:type="dxa"/>
          </w:tcPr>
          <w:p w14:paraId="4ED6B5EE" w14:textId="6B04D29B" w:rsidR="00DD1FF5" w:rsidRPr="009D5560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lastRenderedPageBreak/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71F60DD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D55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3.4 Metody dydaktyczne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9D5560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9D5560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sz w:val="20"/>
          <w:szCs w:val="20"/>
        </w:rPr>
        <w:t>Ćwiczenia:  analiza tekstów z dyskusją,  praca w grupach</w:t>
      </w:r>
    </w:p>
    <w:p w14:paraId="458C4F8E" w14:textId="1942A3B9" w:rsidR="00E21E7D" w:rsidRPr="009D5560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9D5560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D5560">
        <w:rPr>
          <w:rFonts w:ascii="Corbel" w:hAnsi="Corbel"/>
          <w:smallCaps w:val="0"/>
          <w:szCs w:val="24"/>
        </w:rPr>
        <w:t xml:space="preserve">4. </w:t>
      </w:r>
      <w:r w:rsidR="0085747A" w:rsidRPr="009D5560">
        <w:rPr>
          <w:rFonts w:ascii="Corbel" w:hAnsi="Corbel"/>
          <w:smallCaps w:val="0"/>
          <w:szCs w:val="24"/>
        </w:rPr>
        <w:t>METODY I KRYTERIA OCENY</w:t>
      </w:r>
      <w:r w:rsidR="009F4610" w:rsidRPr="009D5560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D55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D55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5560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D5560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D55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D55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D55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D5560" w14:paraId="1C103491" w14:textId="77777777" w:rsidTr="00C05F44">
        <w:tc>
          <w:tcPr>
            <w:tcW w:w="1985" w:type="dxa"/>
          </w:tcPr>
          <w:p w14:paraId="1E2940CC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Aktywność</w:t>
            </w:r>
          </w:p>
          <w:p w14:paraId="2FA79984" w14:textId="1FE8B30C" w:rsidR="003B12DE" w:rsidRPr="009D5560" w:rsidRDefault="003B12DE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33C5AB" w14:textId="583EE156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BB93AC3" w14:textId="5A1F6C2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42369CFB" w14:textId="77777777" w:rsidTr="00C05F44">
        <w:tc>
          <w:tcPr>
            <w:tcW w:w="1985" w:type="dxa"/>
          </w:tcPr>
          <w:p w14:paraId="2698584A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Ek_ 02</w:t>
            </w:r>
          </w:p>
          <w:p w14:paraId="34BD5D77" w14:textId="322E9F9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50EA677" w14:textId="4F34A7AC" w:rsidR="000152B4" w:rsidRPr="009D5560" w:rsidRDefault="00AA6E68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Przygotowanie  </w:t>
            </w:r>
            <w:r w:rsidR="00B32CF0">
              <w:rPr>
                <w:rFonts w:ascii="Corbel" w:hAnsi="Corbel"/>
                <w:sz w:val="24"/>
                <w:szCs w:val="24"/>
              </w:rPr>
              <w:t>p</w:t>
            </w:r>
            <w:r w:rsidRPr="009D5560">
              <w:rPr>
                <w:rFonts w:ascii="Corbel" w:hAnsi="Corbel"/>
                <w:sz w:val="24"/>
                <w:szCs w:val="24"/>
              </w:rPr>
              <w:t>rezentacji</w:t>
            </w:r>
          </w:p>
          <w:p w14:paraId="5FB7804F" w14:textId="1B4DBEF9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C24DFD" w14:textId="351AC7C8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4311A42" w14:textId="77777777" w:rsidR="00923D7D" w:rsidRPr="009D55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D55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4.2 </w:t>
      </w:r>
      <w:r w:rsidR="0085747A" w:rsidRPr="009D55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D5560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7C6FBE04" w14:textId="77777777" w:rsidTr="00923D7D">
        <w:tc>
          <w:tcPr>
            <w:tcW w:w="9670" w:type="dxa"/>
          </w:tcPr>
          <w:p w14:paraId="3290F2FF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179D2" w14:textId="1C018953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Przygotowanie samodzielnej prezentacji</w:t>
            </w:r>
          </w:p>
          <w:p w14:paraId="5EDB22A3" w14:textId="07D77760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Dokonywanie kwerend wybranych treści dotyczących konkretnych zagadnień z zakresu przedmiotu</w:t>
            </w:r>
          </w:p>
          <w:p w14:paraId="51E94102" w14:textId="77777777" w:rsidR="0085747A" w:rsidRPr="009D5560" w:rsidRDefault="0085747A" w:rsidP="00CF0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D55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5. </w:t>
      </w:r>
      <w:r w:rsidR="00C61DC5" w:rsidRPr="009D55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D5560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D55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D5560" w14:paraId="4B53BF00" w14:textId="77777777" w:rsidTr="00923D7D">
        <w:tc>
          <w:tcPr>
            <w:tcW w:w="4962" w:type="dxa"/>
          </w:tcPr>
          <w:p w14:paraId="62059B7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G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D55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D55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D55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55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28EAE59A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D5560" w14:paraId="2C340D1C" w14:textId="77777777" w:rsidTr="00923D7D">
        <w:tc>
          <w:tcPr>
            <w:tcW w:w="4962" w:type="dxa"/>
          </w:tcPr>
          <w:p w14:paraId="66D33A5D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5676FE1D" w:rsidR="00C61DC5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D5560" w14:paraId="26853995" w14:textId="77777777" w:rsidTr="00923D7D">
        <w:tc>
          <w:tcPr>
            <w:tcW w:w="4962" w:type="dxa"/>
          </w:tcPr>
          <w:p w14:paraId="63E7B80C" w14:textId="77777777" w:rsidR="0071620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4020C55D" w:rsidR="00C61DC5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D5560" w14:paraId="4F10DAD1" w14:textId="77777777" w:rsidTr="00923D7D">
        <w:tc>
          <w:tcPr>
            <w:tcW w:w="4962" w:type="dxa"/>
          </w:tcPr>
          <w:p w14:paraId="5FFED04F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70A882E9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D5560" w14:paraId="3C1B20E5" w14:textId="77777777" w:rsidTr="00923D7D">
        <w:tc>
          <w:tcPr>
            <w:tcW w:w="4962" w:type="dxa"/>
          </w:tcPr>
          <w:p w14:paraId="54A767F4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0BB31DE2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55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55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D55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6. </w:t>
      </w:r>
      <w:r w:rsidR="0085747A" w:rsidRPr="009D5560">
        <w:rPr>
          <w:rFonts w:ascii="Corbel" w:hAnsi="Corbel"/>
          <w:smallCaps w:val="0"/>
          <w:szCs w:val="24"/>
        </w:rPr>
        <w:t>PRAKTYKI ZAWO</w:t>
      </w:r>
      <w:r w:rsidR="009D3F3B" w:rsidRPr="009D5560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5560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D5560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D55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D55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7. </w:t>
      </w:r>
      <w:r w:rsidR="0085747A" w:rsidRPr="009D5560">
        <w:rPr>
          <w:rFonts w:ascii="Corbel" w:hAnsi="Corbel"/>
          <w:smallCaps w:val="0"/>
          <w:szCs w:val="24"/>
        </w:rPr>
        <w:t>LITERATURA</w:t>
      </w:r>
      <w:r w:rsidRPr="009D5560">
        <w:rPr>
          <w:rFonts w:ascii="Corbel" w:hAnsi="Corbel"/>
          <w:smallCaps w:val="0"/>
          <w:szCs w:val="24"/>
        </w:rPr>
        <w:t xml:space="preserve"> </w:t>
      </w:r>
    </w:p>
    <w:p w14:paraId="1D899EFC" w14:textId="1796934D" w:rsidR="0085747A" w:rsidRPr="009D5560" w:rsidRDefault="0085747A" w:rsidP="00C66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67DD" w:rsidRPr="00A213D0" w14:paraId="45027DB5" w14:textId="77777777" w:rsidTr="00115265">
        <w:trPr>
          <w:trHeight w:val="397"/>
        </w:trPr>
        <w:tc>
          <w:tcPr>
            <w:tcW w:w="9498" w:type="dxa"/>
          </w:tcPr>
          <w:p w14:paraId="23FBB836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podstawowa:</w:t>
            </w:r>
          </w:p>
          <w:p w14:paraId="0AD6B185" w14:textId="77777777" w:rsidR="00C667DD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Barbaro, B. (2019). Wprowadzenie do systemowego rozumienia rodziny. Kraków: Wydawnictwo Uniwersytetu Jagiellońskiego.</w:t>
            </w:r>
          </w:p>
          <w:p w14:paraId="6964E17D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 Teoria i badania. Warszawa: Pracownia Testów Psychologicznych PTP.</w:t>
            </w:r>
          </w:p>
          <w:p w14:paraId="5E2B7A5F" w14:textId="77777777" w:rsidR="00C667DD" w:rsidRPr="00A213D0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>
              <w:rPr>
                <w:rFonts w:ascii="Corbel" w:hAnsi="Corbel"/>
                <w:color w:val="000000"/>
              </w:rPr>
              <w:t>.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>
              <w:rPr>
                <w:rFonts w:ascii="Corbel" w:hAnsi="Corbel"/>
                <w:color w:val="000000"/>
              </w:rPr>
              <w:t>. Kraków: W</w:t>
            </w:r>
            <w:r w:rsidRPr="008C2263">
              <w:rPr>
                <w:rFonts w:ascii="Corbel" w:hAnsi="Corbel"/>
                <w:color w:val="000000"/>
              </w:rPr>
              <w:t>yd</w:t>
            </w:r>
            <w:r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67DD" w:rsidRPr="00A213D0" w14:paraId="68CCE5BE" w14:textId="77777777" w:rsidTr="00115265">
        <w:trPr>
          <w:trHeight w:val="397"/>
        </w:trPr>
        <w:tc>
          <w:tcPr>
            <w:tcW w:w="9498" w:type="dxa"/>
          </w:tcPr>
          <w:p w14:paraId="0B9D5183" w14:textId="77777777" w:rsidR="00C667DD" w:rsidRPr="0005718F" w:rsidRDefault="00C667DD" w:rsidP="0011526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14:paraId="2D4CD061" w14:textId="77777777" w:rsidR="00C667DD" w:rsidRPr="0005718F" w:rsidRDefault="00C667DD" w:rsidP="00115265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D.(2015).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Migrational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 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familie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in the context of local activities of social assistance institutions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W.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Jedynak</w:t>
            </w:r>
            <w:proofErr w:type="spellEnd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, H.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proofErr w:type="spellEnd"/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r w:rsidRPr="00D3064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Rzeszów: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76E2DF25" w14:textId="77777777" w:rsidR="00C667DD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 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>
              <w:rPr>
                <w:rFonts w:ascii="Corbel" w:hAnsi="Corbel"/>
                <w:color w:val="000000"/>
              </w:rPr>
              <w:t>.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>
              <w:rPr>
                <w:rFonts w:ascii="Corbel" w:hAnsi="Corbel"/>
                <w:color w:val="000000"/>
              </w:rPr>
              <w:t>.</w:t>
            </w:r>
          </w:p>
          <w:p w14:paraId="78977A56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663D24A9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52B44521" w14:textId="77777777" w:rsidR="00C667DD" w:rsidRPr="00A213D0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43A4E7F6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D55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D55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E52D2" w14:textId="77777777" w:rsidR="00096D2C" w:rsidRDefault="00096D2C" w:rsidP="00C16ABF">
      <w:pPr>
        <w:spacing w:after="0" w:line="240" w:lineRule="auto"/>
      </w:pPr>
      <w:r>
        <w:separator/>
      </w:r>
    </w:p>
  </w:endnote>
  <w:endnote w:type="continuationSeparator" w:id="0">
    <w:p w14:paraId="6D30F4B8" w14:textId="77777777" w:rsidR="00096D2C" w:rsidRDefault="00096D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757B1" w14:textId="77777777" w:rsidR="00096D2C" w:rsidRDefault="00096D2C" w:rsidP="00C16ABF">
      <w:pPr>
        <w:spacing w:after="0" w:line="240" w:lineRule="auto"/>
      </w:pPr>
      <w:r>
        <w:separator/>
      </w:r>
    </w:p>
  </w:footnote>
  <w:footnote w:type="continuationSeparator" w:id="0">
    <w:p w14:paraId="310B3957" w14:textId="77777777" w:rsidR="00096D2C" w:rsidRDefault="00096D2C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3EA7"/>
    <w:rsid w:val="00084C12"/>
    <w:rsid w:val="000860BB"/>
    <w:rsid w:val="0009355E"/>
    <w:rsid w:val="0009462C"/>
    <w:rsid w:val="00094B12"/>
    <w:rsid w:val="00096982"/>
    <w:rsid w:val="00096C46"/>
    <w:rsid w:val="00096D2C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623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77C3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27490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832F8"/>
    <w:rsid w:val="0059484D"/>
    <w:rsid w:val="005A0855"/>
    <w:rsid w:val="005A133C"/>
    <w:rsid w:val="005A3196"/>
    <w:rsid w:val="005C080F"/>
    <w:rsid w:val="005C55E5"/>
    <w:rsid w:val="005C618E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20D9"/>
    <w:rsid w:val="00671921"/>
    <w:rsid w:val="00671958"/>
    <w:rsid w:val="00675843"/>
    <w:rsid w:val="00692A3E"/>
    <w:rsid w:val="00696477"/>
    <w:rsid w:val="006C5117"/>
    <w:rsid w:val="006C75E5"/>
    <w:rsid w:val="006D050F"/>
    <w:rsid w:val="006D3E20"/>
    <w:rsid w:val="006D6139"/>
    <w:rsid w:val="006E5633"/>
    <w:rsid w:val="006E5D65"/>
    <w:rsid w:val="006E6F94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554D"/>
    <w:rsid w:val="0081707E"/>
    <w:rsid w:val="00832049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1211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1068"/>
    <w:rsid w:val="009A213D"/>
    <w:rsid w:val="009A78D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49F1"/>
    <w:rsid w:val="00B06142"/>
    <w:rsid w:val="00B135B1"/>
    <w:rsid w:val="00B2713D"/>
    <w:rsid w:val="00B3130B"/>
    <w:rsid w:val="00B32CF0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67DD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49BF"/>
    <w:rsid w:val="00D771F0"/>
    <w:rsid w:val="00D778FC"/>
    <w:rsid w:val="00D8075B"/>
    <w:rsid w:val="00D8678B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37F66"/>
    <w:rsid w:val="00E42303"/>
    <w:rsid w:val="00E51E44"/>
    <w:rsid w:val="00E53E7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BC8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3F45"/>
    <w:rsid w:val="00FD503F"/>
    <w:rsid w:val="00FD7589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BD41CE-0439-4E95-AE47-D70AEF6F0B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D0433A-B96A-4691-9646-42DFBA71434F}"/>
</file>

<file path=customXml/itemProps3.xml><?xml version="1.0" encoding="utf-8"?>
<ds:datastoreItem xmlns:ds="http://schemas.openxmlformats.org/officeDocument/2006/customXml" ds:itemID="{2BDCB039-81E0-4A7A-B64B-D7DE59818648}"/>
</file>

<file path=customXml/itemProps4.xml><?xml version="1.0" encoding="utf-8"?>
<ds:datastoreItem xmlns:ds="http://schemas.openxmlformats.org/officeDocument/2006/customXml" ds:itemID="{6D0A1DB6-BD55-4AD7-8B9E-83DC6CC087F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2019-02-06T12:12:00Z</cp:lastPrinted>
  <dcterms:created xsi:type="dcterms:W3CDTF">2021-09-30T21:03:00Z</dcterms:created>
  <dcterms:modified xsi:type="dcterms:W3CDTF">2021-10-02T11:00:00Z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